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218A" w:rsidRPr="00DE78A9" w:rsidRDefault="009E218A" w:rsidP="009E218A">
      <w:pPr>
        <w:autoSpaceDE w:val="0"/>
        <w:autoSpaceDN w:val="0"/>
        <w:adjustRightInd w:val="0"/>
        <w:spacing w:after="0" w:line="300" w:lineRule="exact"/>
        <w:rPr>
          <w:rFonts w:ascii="Plain Medium" w:hAnsi="Plain Medium" w:cs="HelveticaNeue-BoldCond"/>
          <w:bCs/>
          <w:sz w:val="20"/>
          <w:szCs w:val="20"/>
          <w:lang w:val="en-US"/>
        </w:rPr>
      </w:pPr>
      <w:bookmarkStart w:id="0" w:name="_GoBack"/>
      <w:bookmarkEnd w:id="0"/>
    </w:p>
    <w:p w:rsidR="009E218A" w:rsidRPr="00DE78A9" w:rsidRDefault="009E218A" w:rsidP="009E218A">
      <w:pPr>
        <w:autoSpaceDE w:val="0"/>
        <w:autoSpaceDN w:val="0"/>
        <w:adjustRightInd w:val="0"/>
        <w:spacing w:after="0" w:line="300" w:lineRule="exact"/>
        <w:rPr>
          <w:rFonts w:ascii="Plain Medium" w:hAnsi="Plain Medium" w:cs="HelveticaNeue-BoldCond"/>
          <w:bCs/>
          <w:sz w:val="20"/>
          <w:szCs w:val="20"/>
          <w:lang w:val="en-US"/>
        </w:rPr>
      </w:pPr>
    </w:p>
    <w:p w:rsidR="009E218A" w:rsidRPr="00DE78A9" w:rsidRDefault="006C52BC" w:rsidP="009E218A">
      <w:pPr>
        <w:autoSpaceDE w:val="0"/>
        <w:autoSpaceDN w:val="0"/>
        <w:adjustRightInd w:val="0"/>
        <w:spacing w:after="0" w:line="300" w:lineRule="exact"/>
        <w:rPr>
          <w:rFonts w:ascii="Plain Medium" w:hAnsi="Plain Medium" w:cs="HelveticaNeue-BoldCond"/>
          <w:bCs/>
          <w:sz w:val="20"/>
          <w:szCs w:val="20"/>
          <w:lang w:val="en-US"/>
        </w:rPr>
      </w:pPr>
      <w:r>
        <w:rPr>
          <w:rFonts w:ascii="Plain Medium" w:hAnsi="Plain Medium" w:cs="HelveticaNeue-BoldCond"/>
          <w:bCs/>
          <w:sz w:val="20"/>
          <w:szCs w:val="20"/>
          <w:lang w:val="en-US"/>
        </w:rPr>
        <w:t>Über</w:t>
      </w:r>
      <w:r w:rsidR="003448C2" w:rsidRPr="00DE78A9">
        <w:rPr>
          <w:rFonts w:ascii="Plain Medium" w:hAnsi="Plain Medium" w:cs="HelveticaNeue-BoldCond"/>
          <w:bCs/>
          <w:sz w:val="20"/>
          <w:szCs w:val="20"/>
          <w:lang w:val="en-US"/>
        </w:rPr>
        <w:t xml:space="preserve"> </w:t>
      </w:r>
      <w:r w:rsidR="009E218A" w:rsidRPr="00DE78A9">
        <w:rPr>
          <w:rFonts w:ascii="Plain Medium" w:hAnsi="Plain Medium" w:cs="HelveticaNeue-BoldCond"/>
          <w:bCs/>
          <w:sz w:val="20"/>
          <w:szCs w:val="20"/>
          <w:lang w:val="en-US"/>
        </w:rPr>
        <w:t>atelier oï</w:t>
      </w:r>
      <w:r w:rsidR="0081751B" w:rsidRPr="00DE78A9">
        <w:rPr>
          <w:rFonts w:ascii="Plain Medium" w:hAnsi="Plain Medium" w:cs="HelveticaNeue-BoldCond"/>
          <w:bCs/>
          <w:sz w:val="20"/>
          <w:szCs w:val="20"/>
          <w:lang w:val="en-US"/>
        </w:rPr>
        <w:t xml:space="preserve"> </w:t>
      </w:r>
    </w:p>
    <w:p w:rsidR="0081751B" w:rsidRPr="00DE78A9" w:rsidRDefault="0081751B" w:rsidP="009E218A">
      <w:pPr>
        <w:autoSpaceDE w:val="0"/>
        <w:autoSpaceDN w:val="0"/>
        <w:adjustRightInd w:val="0"/>
        <w:spacing w:after="0" w:line="300" w:lineRule="exact"/>
        <w:rPr>
          <w:rFonts w:ascii="Plain Medium" w:hAnsi="Plain Medium" w:cs="HelveticaNeue-BoldCond"/>
          <w:bCs/>
          <w:sz w:val="20"/>
          <w:szCs w:val="20"/>
          <w:lang w:val="en-US"/>
        </w:rPr>
      </w:pPr>
    </w:p>
    <w:p w:rsidR="0081751B" w:rsidRPr="00DE78A9" w:rsidRDefault="0081751B" w:rsidP="009E218A">
      <w:pPr>
        <w:autoSpaceDE w:val="0"/>
        <w:autoSpaceDN w:val="0"/>
        <w:adjustRightInd w:val="0"/>
        <w:spacing w:after="0" w:line="300" w:lineRule="exact"/>
        <w:rPr>
          <w:rFonts w:ascii="Plain Medium" w:hAnsi="Plain Medium" w:cs="HelveticaNeue-BoldCond"/>
          <w:bCs/>
          <w:sz w:val="20"/>
          <w:szCs w:val="20"/>
          <w:lang w:val="en-US"/>
        </w:rPr>
      </w:pPr>
      <w:r w:rsidRPr="00DE78A9">
        <w:rPr>
          <w:rFonts w:ascii="Plain Medium" w:hAnsi="Plain Medium" w:cs="HelveticaNeue-BoldCond"/>
          <w:b/>
          <w:bCs/>
          <w:sz w:val="20"/>
          <w:szCs w:val="20"/>
          <w:lang w:val="en-US"/>
        </w:rPr>
        <w:t>Aebi Aurel,</w:t>
      </w:r>
      <w:r w:rsidRPr="00DE78A9">
        <w:rPr>
          <w:rFonts w:ascii="Plain Medium" w:hAnsi="Plain Medium" w:cs="HelveticaNeue-BoldCond"/>
          <w:bCs/>
          <w:sz w:val="20"/>
          <w:szCs w:val="20"/>
          <w:lang w:val="en-US"/>
        </w:rPr>
        <w:t xml:space="preserve"> 1966</w:t>
      </w:r>
    </w:p>
    <w:p w:rsidR="0081751B" w:rsidRPr="00DE78A9" w:rsidRDefault="0081751B" w:rsidP="009E218A">
      <w:pPr>
        <w:autoSpaceDE w:val="0"/>
        <w:autoSpaceDN w:val="0"/>
        <w:adjustRightInd w:val="0"/>
        <w:spacing w:after="0" w:line="300" w:lineRule="exact"/>
        <w:rPr>
          <w:rFonts w:ascii="Plain Medium" w:hAnsi="Plain Medium" w:cs="HelveticaNeue-BoldCond"/>
          <w:bCs/>
          <w:sz w:val="20"/>
          <w:szCs w:val="20"/>
          <w:lang w:val="en-US"/>
        </w:rPr>
      </w:pPr>
      <w:r w:rsidRPr="00DE78A9">
        <w:rPr>
          <w:rFonts w:ascii="Plain Medium" w:hAnsi="Plain Medium" w:cs="HelveticaNeue-BoldCond"/>
          <w:b/>
          <w:bCs/>
          <w:sz w:val="20"/>
          <w:szCs w:val="20"/>
          <w:lang w:val="en-US"/>
        </w:rPr>
        <w:t>Louis Armand,</w:t>
      </w:r>
      <w:r w:rsidRPr="00DE78A9">
        <w:rPr>
          <w:rFonts w:ascii="Plain Medium" w:hAnsi="Plain Medium" w:cs="HelveticaNeue-BoldCond"/>
          <w:bCs/>
          <w:sz w:val="20"/>
          <w:szCs w:val="20"/>
          <w:lang w:val="en-US"/>
        </w:rPr>
        <w:t xml:space="preserve"> 1966</w:t>
      </w:r>
    </w:p>
    <w:p w:rsidR="0081751B" w:rsidRPr="00DE78A9" w:rsidRDefault="0081751B" w:rsidP="009E218A">
      <w:pPr>
        <w:autoSpaceDE w:val="0"/>
        <w:autoSpaceDN w:val="0"/>
        <w:adjustRightInd w:val="0"/>
        <w:spacing w:after="0" w:line="300" w:lineRule="exact"/>
        <w:rPr>
          <w:rFonts w:ascii="Plain Medium" w:hAnsi="Plain Medium" w:cs="HelveticaNeue-BoldCond"/>
          <w:bCs/>
          <w:sz w:val="20"/>
          <w:szCs w:val="20"/>
          <w:lang w:val="en-US"/>
        </w:rPr>
      </w:pPr>
      <w:r w:rsidRPr="00DE78A9">
        <w:rPr>
          <w:rFonts w:ascii="Plain Medium" w:hAnsi="Plain Medium" w:cs="HelveticaNeue-BoldCond"/>
          <w:b/>
          <w:bCs/>
          <w:sz w:val="20"/>
          <w:szCs w:val="20"/>
          <w:lang w:val="en-US"/>
        </w:rPr>
        <w:t>Reymond Patrick,</w:t>
      </w:r>
      <w:r w:rsidRPr="00DE78A9">
        <w:rPr>
          <w:rFonts w:ascii="Plain Medium" w:hAnsi="Plain Medium" w:cs="HelveticaNeue-BoldCond"/>
          <w:bCs/>
          <w:sz w:val="20"/>
          <w:szCs w:val="20"/>
          <w:lang w:val="en-US"/>
        </w:rPr>
        <w:t xml:space="preserve"> 1962</w:t>
      </w:r>
    </w:p>
    <w:p w:rsidR="009E218A" w:rsidRPr="00DE78A9" w:rsidRDefault="009E218A" w:rsidP="009E218A">
      <w:pPr>
        <w:autoSpaceDE w:val="0"/>
        <w:autoSpaceDN w:val="0"/>
        <w:adjustRightInd w:val="0"/>
        <w:spacing w:after="0" w:line="300" w:lineRule="exact"/>
        <w:rPr>
          <w:rFonts w:ascii="Plain Medium" w:hAnsi="Plain Medium" w:cs="HelveticaNeue-BoldCond"/>
          <w:bCs/>
          <w:sz w:val="20"/>
          <w:szCs w:val="20"/>
          <w:lang w:val="en-US"/>
        </w:rPr>
      </w:pPr>
    </w:p>
    <w:p w:rsidR="00E21BCD" w:rsidRPr="00E21BCD" w:rsidRDefault="006C52BC"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r w:rsidRPr="00301EE0">
        <w:rPr>
          <w:rFonts w:ascii="Plain Medium" w:hAnsi="Plain Medium" w:cs="HelveticaNeue-BoldCond"/>
          <w:bCs/>
          <w:sz w:val="20"/>
          <w:szCs w:val="20"/>
          <w:lang w:val="de-CH"/>
        </w:rPr>
        <w:t xml:space="preserve">atelier oï wurde 1991 von Aurel Aebi, Armand Louis und Patrick Reymond in La Neuveville (Schweiz) gegründet. </w:t>
      </w:r>
      <w:r w:rsidR="00301EE0" w:rsidRPr="00301EE0">
        <w:rPr>
          <w:rFonts w:ascii="Plain Medium" w:hAnsi="Plain Medium" w:cs="HelveticaNeue-BoldCond"/>
          <w:bCs/>
          <w:sz w:val="20"/>
          <w:szCs w:val="20"/>
          <w:lang w:val="de-CH"/>
        </w:rPr>
        <w:t xml:space="preserve">Der Name leitet sich vom </w:t>
      </w:r>
      <w:r w:rsidRPr="00301EE0">
        <w:rPr>
          <w:rFonts w:ascii="Plain Medium" w:hAnsi="Plain Medium" w:cs="HelveticaNeue-BoldCond"/>
          <w:bCs/>
          <w:sz w:val="20"/>
          <w:szCs w:val="20"/>
          <w:lang w:val="de-CH"/>
        </w:rPr>
        <w:t>Wort "troïka" ab, das fü</w:t>
      </w:r>
      <w:r w:rsidR="00E21BCD">
        <w:rPr>
          <w:rFonts w:ascii="Plain Medium" w:hAnsi="Plain Medium" w:cs="HelveticaNeue-BoldCond"/>
          <w:bCs/>
          <w:sz w:val="20"/>
          <w:szCs w:val="20"/>
          <w:lang w:val="de-CH"/>
        </w:rPr>
        <w:t xml:space="preserve">r ein Dreierteam steht. Seit über 30 Jahren ist atelier oï bestrebt, Grenzen zwischen Genres aufzulösen und transdisziplinäre Kreativität zu fördern, dank Teamgeist und einem vertrauten Umgang </w:t>
      </w:r>
      <w:r w:rsidR="009267F1">
        <w:rPr>
          <w:rFonts w:ascii="Plain Medium" w:hAnsi="Plain Medium" w:cs="HelveticaNeue-BoldCond"/>
          <w:bCs/>
          <w:sz w:val="20"/>
          <w:szCs w:val="20"/>
          <w:lang w:val="de-CH"/>
        </w:rPr>
        <w:t xml:space="preserve">mit </w:t>
      </w:r>
      <w:r w:rsidR="00E21BCD">
        <w:rPr>
          <w:rFonts w:ascii="Plain Medium" w:hAnsi="Plain Medium" w:cs="HelveticaNeue-BoldCond"/>
          <w:bCs/>
          <w:sz w:val="20"/>
          <w:szCs w:val="20"/>
          <w:lang w:val="de-CH"/>
        </w:rPr>
        <w:t>unterschiedlichen Materialien.</w:t>
      </w:r>
      <w:r w:rsidRPr="00301EE0">
        <w:rPr>
          <w:rFonts w:ascii="Plain Medium" w:hAnsi="Plain Medium" w:cs="HelveticaNeue-BoldCond"/>
          <w:bCs/>
          <w:sz w:val="20"/>
          <w:szCs w:val="20"/>
          <w:lang w:val="de-CH"/>
        </w:rPr>
        <w:br/>
      </w:r>
      <w:r w:rsidRPr="00301EE0">
        <w:rPr>
          <w:rFonts w:ascii="Plain Medium" w:hAnsi="Plain Medium" w:cs="HelveticaNeue-BoldCond"/>
          <w:bCs/>
          <w:sz w:val="20"/>
          <w:szCs w:val="20"/>
          <w:lang w:val="de-CH"/>
        </w:rPr>
        <w:br/>
      </w:r>
      <w:r w:rsidR="00E21BCD" w:rsidRPr="00E21BCD">
        <w:rPr>
          <w:rFonts w:ascii="Plain Medium" w:hAnsi="Plain Medium" w:cs="HelveticaNeue-BoldCond"/>
          <w:bCs/>
          <w:sz w:val="20"/>
          <w:szCs w:val="20"/>
          <w:lang w:val="de-CH"/>
        </w:rPr>
        <w:t xml:space="preserve">Entstanden </w:t>
      </w:r>
      <w:r w:rsidR="00E21BCD">
        <w:rPr>
          <w:rFonts w:ascii="Plain Medium" w:hAnsi="Plain Medium" w:cs="HelveticaNeue-BoldCond"/>
          <w:bCs/>
          <w:sz w:val="20"/>
          <w:szCs w:val="20"/>
          <w:lang w:val="de-CH"/>
        </w:rPr>
        <w:t>au</w:t>
      </w:r>
      <w:r w:rsidR="00E21BCD" w:rsidRPr="00E21BCD">
        <w:rPr>
          <w:rFonts w:ascii="Plain Medium" w:hAnsi="Plain Medium" w:cs="HelveticaNeue-BoldCond"/>
          <w:bCs/>
          <w:sz w:val="20"/>
          <w:szCs w:val="20"/>
          <w:lang w:val="de-CH"/>
        </w:rPr>
        <w:t>s</w:t>
      </w:r>
      <w:r w:rsidR="00E21BCD">
        <w:rPr>
          <w:rFonts w:ascii="Plain Medium" w:hAnsi="Plain Medium" w:cs="HelveticaNeue-BoldCond"/>
          <w:bCs/>
          <w:sz w:val="20"/>
          <w:szCs w:val="20"/>
          <w:lang w:val="de-CH"/>
        </w:rPr>
        <w:t xml:space="preserve"> </w:t>
      </w:r>
      <w:r w:rsidR="00E21BCD" w:rsidRPr="00E21BCD">
        <w:rPr>
          <w:rFonts w:ascii="Plain Medium" w:hAnsi="Plain Medium" w:cs="HelveticaNeue-BoldCond"/>
          <w:bCs/>
          <w:sz w:val="20"/>
          <w:szCs w:val="20"/>
          <w:lang w:val="de-CH"/>
        </w:rPr>
        <w:t>einer intuitiven und emotionalen Affinität zwischen den drei G</w:t>
      </w:r>
      <w:r w:rsidR="00E21BCD">
        <w:rPr>
          <w:rFonts w:ascii="Plain Medium" w:hAnsi="Plain Medium" w:cs="HelveticaNeue-BoldCond"/>
          <w:bCs/>
          <w:sz w:val="20"/>
          <w:szCs w:val="20"/>
          <w:lang w:val="de-CH"/>
        </w:rPr>
        <w:t>ründern, arbeitet atelier oï interdisziplinär in den Bereichen Architektur, Innenarchitektur, Produktdesign und Szenografie zusammen und schafft ganzheitliche Lösungen, von Objekten bis hin zu Räumen. Alle drei Gründer haben ein starkes Interesse an der Natur und an natürlichen Materialien. Ihr Fachwissen über deren Verarbeitung ermöglicht es atelier oï, Projekte zu realisieren die gleicherma</w:t>
      </w:r>
      <w:r w:rsidR="007E162F">
        <w:rPr>
          <w:rFonts w:ascii="Plain Medium" w:hAnsi="Plain Medium" w:cs="HelveticaNeue-BoldCond"/>
          <w:bCs/>
          <w:sz w:val="20"/>
          <w:szCs w:val="20"/>
          <w:lang w:val="de-CH"/>
        </w:rPr>
        <w:t>ß</w:t>
      </w:r>
      <w:r w:rsidR="00E21BCD">
        <w:rPr>
          <w:rFonts w:ascii="Plain Medium" w:hAnsi="Plain Medium" w:cs="HelveticaNeue-BoldCond"/>
          <w:bCs/>
          <w:sz w:val="20"/>
          <w:szCs w:val="20"/>
          <w:lang w:val="de-CH"/>
        </w:rPr>
        <w:t xml:space="preserve">en emotional als auch handwerklich sind. </w:t>
      </w:r>
    </w:p>
    <w:p w:rsidR="006C52BC" w:rsidRPr="00E21BCD" w:rsidRDefault="006C52BC"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r w:rsidRPr="00E21BCD">
        <w:rPr>
          <w:rFonts w:ascii="Plain Medium" w:hAnsi="Plain Medium" w:cs="HelveticaNeue-BoldCond"/>
          <w:bCs/>
          <w:sz w:val="20"/>
          <w:szCs w:val="20"/>
          <w:lang w:val="de-CH"/>
        </w:rPr>
        <w:t>Die drei Gründer sind Archi</w:t>
      </w:r>
      <w:r w:rsidR="00E21BCD">
        <w:rPr>
          <w:rFonts w:ascii="Plain Medium" w:hAnsi="Plain Medium" w:cs="HelveticaNeue-BoldCond"/>
          <w:bCs/>
          <w:sz w:val="20"/>
          <w:szCs w:val="20"/>
          <w:lang w:val="de-CH"/>
        </w:rPr>
        <w:t>tekten, Designer und Bootsbauer und</w:t>
      </w:r>
      <w:r w:rsidRPr="00E21BCD">
        <w:rPr>
          <w:rFonts w:ascii="Plain Medium" w:hAnsi="Plain Medium" w:cs="HelveticaNeue-BoldCond"/>
          <w:bCs/>
          <w:sz w:val="20"/>
          <w:szCs w:val="20"/>
          <w:lang w:val="de-CH"/>
        </w:rPr>
        <w:t xml:space="preserve"> alle </w:t>
      </w:r>
      <w:r w:rsidR="00E21BCD">
        <w:rPr>
          <w:rFonts w:ascii="Plain Medium" w:hAnsi="Plain Medium" w:cs="HelveticaNeue-BoldCond"/>
          <w:bCs/>
          <w:sz w:val="20"/>
          <w:szCs w:val="20"/>
          <w:lang w:val="de-CH"/>
        </w:rPr>
        <w:t xml:space="preserve">drei sind </w:t>
      </w:r>
      <w:r w:rsidRPr="00E21BCD">
        <w:rPr>
          <w:rFonts w:ascii="Plain Medium" w:hAnsi="Plain Medium" w:cs="HelveticaNeue-BoldCond"/>
          <w:bCs/>
          <w:sz w:val="20"/>
          <w:szCs w:val="20"/>
          <w:lang w:val="de-CH"/>
        </w:rPr>
        <w:t xml:space="preserve">Mitglieder des </w:t>
      </w:r>
      <w:r w:rsidR="00E21BCD">
        <w:rPr>
          <w:rFonts w:ascii="Plain Medium" w:hAnsi="Plain Medium" w:cs="HelveticaNeue-BoldCond"/>
          <w:bCs/>
          <w:sz w:val="20"/>
          <w:szCs w:val="20"/>
          <w:lang w:val="de-CH"/>
        </w:rPr>
        <w:t>Bundes für Schweizer Architektinnen und Architekten BSA. Sie</w:t>
      </w:r>
      <w:r w:rsidRPr="00E21BCD">
        <w:rPr>
          <w:rFonts w:ascii="Plain Medium" w:hAnsi="Plain Medium" w:cs="HelveticaNeue-BoldCond"/>
          <w:bCs/>
          <w:sz w:val="20"/>
          <w:szCs w:val="20"/>
          <w:lang w:val="de-CH"/>
        </w:rPr>
        <w:t xml:space="preserve"> leiteten </w:t>
      </w:r>
      <w:r w:rsidR="00E21BCD">
        <w:rPr>
          <w:rFonts w:ascii="Plain Medium" w:hAnsi="Plain Medium" w:cs="HelveticaNeue-BoldCond"/>
          <w:bCs/>
          <w:sz w:val="20"/>
          <w:szCs w:val="20"/>
          <w:lang w:val="de-CH"/>
        </w:rPr>
        <w:t xml:space="preserve">zwischen 2008 und 2016 die Eidgenössische Kommission für Gestaltung für den Eidgenössischen Preis für Design. </w:t>
      </w:r>
      <w:r w:rsidRPr="00E21BCD">
        <w:rPr>
          <w:rFonts w:ascii="Plain Medium" w:hAnsi="Plain Medium" w:cs="HelveticaNeue-BoldCond"/>
          <w:bCs/>
          <w:sz w:val="20"/>
          <w:szCs w:val="20"/>
          <w:lang w:val="de-CH"/>
        </w:rPr>
        <w:t>Ausgebildet an der von Alberto Sartoris finanzierten Architekturschule in der Schweiz erhielten die Gründer au</w:t>
      </w:r>
      <w:r w:rsidR="007E162F">
        <w:rPr>
          <w:rFonts w:ascii="Plain Medium" w:hAnsi="Plain Medium" w:cs="HelveticaNeue-BoldCond"/>
          <w:bCs/>
          <w:sz w:val="20"/>
          <w:szCs w:val="20"/>
          <w:lang w:val="de-CH"/>
        </w:rPr>
        <w:t>ß</w:t>
      </w:r>
      <w:r w:rsidRPr="00E21BCD">
        <w:rPr>
          <w:rFonts w:ascii="Plain Medium" w:hAnsi="Plain Medium" w:cs="HelveticaNeue-BoldCond"/>
          <w:bCs/>
          <w:sz w:val="20"/>
          <w:szCs w:val="20"/>
          <w:lang w:val="de-CH"/>
        </w:rPr>
        <w:t xml:space="preserve">erdem Ehrendoktorate von der </w:t>
      </w:r>
      <w:r w:rsidR="00E21BCD">
        <w:rPr>
          <w:rFonts w:ascii="Plain Medium" w:hAnsi="Plain Medium" w:cs="HelveticaNeue-BoldCond"/>
          <w:bCs/>
          <w:sz w:val="20"/>
          <w:szCs w:val="20"/>
          <w:lang w:val="de-CH"/>
        </w:rPr>
        <w:t>Hochschule</w:t>
      </w:r>
      <w:r w:rsidRPr="00E21BCD">
        <w:rPr>
          <w:rFonts w:ascii="Plain Medium" w:hAnsi="Plain Medium" w:cs="HelveticaNeue-BoldCond"/>
          <w:bCs/>
          <w:sz w:val="20"/>
          <w:szCs w:val="20"/>
          <w:lang w:val="de-CH"/>
        </w:rPr>
        <w:t>.</w:t>
      </w:r>
    </w:p>
    <w:p w:rsidR="006C52BC" w:rsidRPr="00E21BCD" w:rsidRDefault="00E21BCD"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r w:rsidRPr="00E21BCD">
        <w:rPr>
          <w:rFonts w:ascii="Plain Medium" w:hAnsi="Plain Medium" w:cs="HelveticaNeue-BoldCond"/>
          <w:bCs/>
          <w:sz w:val="20"/>
          <w:szCs w:val="20"/>
          <w:lang w:val="de-CH"/>
        </w:rPr>
        <w:t>a</w:t>
      </w:r>
      <w:r w:rsidR="006C52BC" w:rsidRPr="00E21BCD">
        <w:rPr>
          <w:rFonts w:ascii="Plain Medium" w:hAnsi="Plain Medium" w:cs="HelveticaNeue-BoldCond"/>
          <w:bCs/>
          <w:sz w:val="20"/>
          <w:szCs w:val="20"/>
          <w:lang w:val="de-CH"/>
        </w:rPr>
        <w:t xml:space="preserve">telier oï fördert </w:t>
      </w:r>
      <w:r>
        <w:rPr>
          <w:rFonts w:ascii="Plain Medium" w:hAnsi="Plain Medium" w:cs="HelveticaNeue-BoldCond"/>
          <w:bCs/>
          <w:sz w:val="20"/>
          <w:szCs w:val="20"/>
          <w:lang w:val="de-CH"/>
        </w:rPr>
        <w:t xml:space="preserve">das Experimentieren </w:t>
      </w:r>
      <w:r w:rsidR="006C52BC" w:rsidRPr="00E21BCD">
        <w:rPr>
          <w:rFonts w:ascii="Plain Medium" w:hAnsi="Plain Medium" w:cs="HelveticaNeue-BoldCond"/>
          <w:bCs/>
          <w:sz w:val="20"/>
          <w:szCs w:val="20"/>
          <w:lang w:val="de-CH"/>
        </w:rPr>
        <w:t xml:space="preserve">und </w:t>
      </w:r>
      <w:r>
        <w:rPr>
          <w:rFonts w:ascii="Plain Medium" w:hAnsi="Plain Medium" w:cs="HelveticaNeue-BoldCond"/>
          <w:bCs/>
          <w:sz w:val="20"/>
          <w:szCs w:val="20"/>
          <w:lang w:val="de-CH"/>
        </w:rPr>
        <w:t xml:space="preserve">den </w:t>
      </w:r>
      <w:r w:rsidR="006C52BC" w:rsidRPr="00E21BCD">
        <w:rPr>
          <w:rFonts w:ascii="Plain Medium" w:hAnsi="Plain Medium" w:cs="HelveticaNeue-BoldCond"/>
          <w:bCs/>
          <w:sz w:val="20"/>
          <w:szCs w:val="20"/>
          <w:lang w:val="de-CH"/>
        </w:rPr>
        <w:t xml:space="preserve">kulturellen Austausch, sowohl durch die </w:t>
      </w:r>
      <w:r>
        <w:rPr>
          <w:rFonts w:ascii="Plain Medium" w:hAnsi="Plain Medium" w:cs="HelveticaNeue-BoldCond"/>
          <w:bCs/>
          <w:sz w:val="20"/>
          <w:szCs w:val="20"/>
          <w:lang w:val="de-CH"/>
        </w:rPr>
        <w:t>Kundenprojekte</w:t>
      </w:r>
      <w:r w:rsidR="006C52BC" w:rsidRPr="00E21BCD">
        <w:rPr>
          <w:rFonts w:ascii="Plain Medium" w:hAnsi="Plain Medium" w:cs="HelveticaNeue-BoldCond"/>
          <w:bCs/>
          <w:sz w:val="20"/>
          <w:szCs w:val="20"/>
          <w:lang w:val="de-CH"/>
        </w:rPr>
        <w:t xml:space="preserve"> als auch durch eigene Initiativen und als Gastprofessoren an mehreren führenden Institutionen, darunter die ETH Zürich, ECAL Renens, die Academy of Fine Arts Guangzhou und die Kuwasawa Design School in Tokyo.</w:t>
      </w:r>
    </w:p>
    <w:p w:rsidR="006C52BC" w:rsidRPr="00CC2918" w:rsidRDefault="006C52BC"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r w:rsidRPr="00CC2918">
        <w:rPr>
          <w:rFonts w:ascii="Plain Medium" w:hAnsi="Plain Medium" w:cs="HelveticaNeue-BoldCond"/>
          <w:bCs/>
          <w:sz w:val="20"/>
          <w:szCs w:val="20"/>
          <w:lang w:val="de-CH"/>
        </w:rPr>
        <w:t xml:space="preserve">Die Kombination </w:t>
      </w:r>
      <w:r w:rsidR="00CC2918">
        <w:rPr>
          <w:rFonts w:ascii="Plain Medium" w:hAnsi="Plain Medium" w:cs="HelveticaNeue-BoldCond"/>
          <w:bCs/>
          <w:sz w:val="20"/>
          <w:szCs w:val="20"/>
          <w:lang w:val="de-CH"/>
        </w:rPr>
        <w:t>aus lokaler</w:t>
      </w:r>
      <w:r w:rsidRPr="00CC2918">
        <w:rPr>
          <w:rFonts w:ascii="Plain Medium" w:hAnsi="Plain Medium" w:cs="HelveticaNeue-BoldCond"/>
          <w:bCs/>
          <w:sz w:val="20"/>
          <w:szCs w:val="20"/>
          <w:lang w:val="de-CH"/>
        </w:rPr>
        <w:t xml:space="preserve"> </w:t>
      </w:r>
      <w:r w:rsidR="00CC2918">
        <w:rPr>
          <w:rFonts w:ascii="Plain Medium" w:hAnsi="Plain Medium" w:cs="HelveticaNeue-BoldCond"/>
          <w:bCs/>
          <w:sz w:val="20"/>
          <w:szCs w:val="20"/>
          <w:lang w:val="de-CH"/>
        </w:rPr>
        <w:t xml:space="preserve">Verwurzelung </w:t>
      </w:r>
      <w:r w:rsidRPr="00CC2918">
        <w:rPr>
          <w:rFonts w:ascii="Plain Medium" w:hAnsi="Plain Medium" w:cs="HelveticaNeue-BoldCond"/>
          <w:bCs/>
          <w:sz w:val="20"/>
          <w:szCs w:val="20"/>
          <w:lang w:val="de-CH"/>
        </w:rPr>
        <w:t xml:space="preserve">und internationalem Know-how hat es </w:t>
      </w:r>
      <w:r w:rsidR="00CC2918" w:rsidRPr="00CC2918">
        <w:rPr>
          <w:rFonts w:ascii="Plain Medium" w:hAnsi="Plain Medium" w:cs="HelveticaNeue-BoldCond"/>
          <w:bCs/>
          <w:sz w:val="20"/>
          <w:szCs w:val="20"/>
          <w:lang w:val="de-CH"/>
        </w:rPr>
        <w:t>a</w:t>
      </w:r>
      <w:r w:rsidRPr="00CC2918">
        <w:rPr>
          <w:rFonts w:ascii="Plain Medium" w:hAnsi="Plain Medium" w:cs="HelveticaNeue-BoldCond"/>
          <w:bCs/>
          <w:sz w:val="20"/>
          <w:szCs w:val="20"/>
          <w:lang w:val="de-CH"/>
        </w:rPr>
        <w:t>telier oï ermöglicht, für eine Vielzahl von nationalen und internationalen Kunden</w:t>
      </w:r>
      <w:r w:rsidR="00CC2918">
        <w:rPr>
          <w:rFonts w:ascii="Plain Medium" w:hAnsi="Plain Medium" w:cs="HelveticaNeue-BoldCond"/>
          <w:bCs/>
          <w:sz w:val="20"/>
          <w:szCs w:val="20"/>
          <w:lang w:val="de-CH"/>
        </w:rPr>
        <w:t xml:space="preserve"> Projekte</w:t>
      </w:r>
      <w:r w:rsidRPr="00CC2918">
        <w:rPr>
          <w:rFonts w:ascii="Plain Medium" w:hAnsi="Plain Medium" w:cs="HelveticaNeue-BoldCond"/>
          <w:bCs/>
          <w:sz w:val="20"/>
          <w:szCs w:val="20"/>
          <w:lang w:val="de-CH"/>
        </w:rPr>
        <w:t xml:space="preserve"> zu entwerfen, darunter Artemide, B&amp;B Italia, Bulgari, Fendi CASA, Foscarini, Louis Vuitton, Nespresso, Pringle of Scotland, Rimowa und USM. </w:t>
      </w:r>
      <w:r w:rsidR="00CC2918">
        <w:rPr>
          <w:rFonts w:ascii="Plain Medium" w:hAnsi="Plain Medium" w:cs="HelveticaNeue-BoldCond"/>
          <w:bCs/>
          <w:sz w:val="20"/>
          <w:szCs w:val="20"/>
          <w:lang w:val="de-CH"/>
        </w:rPr>
        <w:t>Das Team</w:t>
      </w:r>
      <w:r w:rsidRPr="00CC2918">
        <w:rPr>
          <w:rFonts w:ascii="Plain Medium" w:hAnsi="Plain Medium" w:cs="HelveticaNeue-BoldCond"/>
          <w:bCs/>
          <w:sz w:val="20"/>
          <w:szCs w:val="20"/>
          <w:lang w:val="de-CH"/>
        </w:rPr>
        <w:t xml:space="preserve"> hat </w:t>
      </w:r>
      <w:r w:rsidR="00CC2918">
        <w:rPr>
          <w:rFonts w:ascii="Plain Medium" w:hAnsi="Plain Medium" w:cs="HelveticaNeue-BoldCond"/>
          <w:bCs/>
          <w:sz w:val="20"/>
          <w:szCs w:val="20"/>
          <w:lang w:val="de-CH"/>
        </w:rPr>
        <w:t>au</w:t>
      </w:r>
      <w:r w:rsidR="007E162F">
        <w:rPr>
          <w:rFonts w:ascii="Plain Medium" w:hAnsi="Plain Medium" w:cs="HelveticaNeue-BoldCond"/>
          <w:bCs/>
          <w:sz w:val="20"/>
          <w:szCs w:val="20"/>
          <w:lang w:val="de-CH"/>
        </w:rPr>
        <w:t>ß</w:t>
      </w:r>
      <w:r w:rsidR="00CC2918">
        <w:rPr>
          <w:rFonts w:ascii="Plain Medium" w:hAnsi="Plain Medium" w:cs="HelveticaNeue-BoldCond"/>
          <w:bCs/>
          <w:sz w:val="20"/>
          <w:szCs w:val="20"/>
          <w:lang w:val="de-CH"/>
        </w:rPr>
        <w:t>erdem</w:t>
      </w:r>
      <w:r w:rsidRPr="00CC2918">
        <w:rPr>
          <w:rFonts w:ascii="Plain Medium" w:hAnsi="Plain Medium" w:cs="HelveticaNeue-BoldCond"/>
          <w:bCs/>
          <w:sz w:val="20"/>
          <w:szCs w:val="20"/>
          <w:lang w:val="de-CH"/>
        </w:rPr>
        <w:t xml:space="preserve"> </w:t>
      </w:r>
      <w:r w:rsidR="00CC2918">
        <w:rPr>
          <w:rFonts w:ascii="Plain Medium" w:hAnsi="Plain Medium" w:cs="HelveticaNeue-BoldCond"/>
          <w:bCs/>
          <w:sz w:val="20"/>
          <w:szCs w:val="20"/>
          <w:lang w:val="de-CH"/>
        </w:rPr>
        <w:t>Einzelausstellungen</w:t>
      </w:r>
      <w:r w:rsidRPr="00CC2918">
        <w:rPr>
          <w:rFonts w:ascii="Plain Medium" w:hAnsi="Plain Medium" w:cs="HelveticaNeue-BoldCond"/>
          <w:bCs/>
          <w:sz w:val="20"/>
          <w:szCs w:val="20"/>
          <w:lang w:val="de-CH"/>
        </w:rPr>
        <w:t xml:space="preserve"> seiner Arbeiten in Zürich, São Paulo und Tokyo veranstaltet. </w:t>
      </w:r>
      <w:r w:rsidR="00CC2918">
        <w:rPr>
          <w:rFonts w:ascii="Plain Medium" w:hAnsi="Plain Medium" w:cs="HelveticaNeue-BoldCond"/>
          <w:bCs/>
          <w:sz w:val="20"/>
          <w:szCs w:val="20"/>
          <w:lang w:val="de-CH"/>
        </w:rPr>
        <w:t>a</w:t>
      </w:r>
      <w:r w:rsidRPr="00CC2918">
        <w:rPr>
          <w:rFonts w:ascii="Plain Medium" w:hAnsi="Plain Medium" w:cs="HelveticaNeue-BoldCond"/>
          <w:bCs/>
          <w:sz w:val="20"/>
          <w:szCs w:val="20"/>
          <w:lang w:val="de-CH"/>
        </w:rPr>
        <w:t>telier oï arbeitet auch an einem humanitären Projekt für Smiling Gecko in Kambodscha.</w:t>
      </w:r>
    </w:p>
    <w:p w:rsidR="006C52BC" w:rsidRPr="00CC2918" w:rsidRDefault="006C52BC"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p>
    <w:p w:rsidR="006C52BC" w:rsidRPr="00CC2918" w:rsidRDefault="006C52BC"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p>
    <w:p w:rsidR="006C52BC" w:rsidRPr="00CC2918" w:rsidRDefault="006C52BC"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r w:rsidRPr="00CC2918">
        <w:rPr>
          <w:rFonts w:ascii="Plain Medium" w:hAnsi="Plain Medium" w:cs="HelveticaNeue-BoldCond"/>
          <w:bCs/>
          <w:sz w:val="20"/>
          <w:szCs w:val="20"/>
          <w:lang w:val="de-CH"/>
        </w:rPr>
        <w:lastRenderedPageBreak/>
        <w:t xml:space="preserve">Ihre Projekte wurden weltweit anerkannt, wobei atelier oï einige der renommiertesten </w:t>
      </w:r>
      <w:r w:rsidR="00CC2918">
        <w:rPr>
          <w:rFonts w:ascii="Plain Medium" w:hAnsi="Plain Medium" w:cs="HelveticaNeue-BoldCond"/>
          <w:bCs/>
          <w:sz w:val="20"/>
          <w:szCs w:val="20"/>
          <w:lang w:val="de-CH"/>
        </w:rPr>
        <w:t>Auszeichnungen</w:t>
      </w:r>
      <w:r w:rsidRPr="00CC2918">
        <w:rPr>
          <w:rFonts w:ascii="Plain Medium" w:hAnsi="Plain Medium" w:cs="HelveticaNeue-BoldCond"/>
          <w:bCs/>
          <w:sz w:val="20"/>
          <w:szCs w:val="20"/>
          <w:lang w:val="de-CH"/>
        </w:rPr>
        <w:t xml:space="preserve"> verliehen wurden, darunt</w:t>
      </w:r>
      <w:r w:rsidR="00CC2918">
        <w:rPr>
          <w:rFonts w:ascii="Plain Medium" w:hAnsi="Plain Medium" w:cs="HelveticaNeue-BoldCond"/>
          <w:bCs/>
          <w:sz w:val="20"/>
          <w:szCs w:val="20"/>
          <w:lang w:val="de-CH"/>
        </w:rPr>
        <w:t>er mehrere IF Design Awards, der Europan 3 Award, der</w:t>
      </w:r>
      <w:r w:rsidRPr="00CC2918">
        <w:rPr>
          <w:rFonts w:ascii="Plain Medium" w:hAnsi="Plain Medium" w:cs="HelveticaNeue-BoldCond"/>
          <w:bCs/>
          <w:sz w:val="20"/>
          <w:szCs w:val="20"/>
          <w:lang w:val="de-CH"/>
        </w:rPr>
        <w:t xml:space="preserve"> Europe</w:t>
      </w:r>
      <w:r w:rsidR="00CC2918">
        <w:rPr>
          <w:rFonts w:ascii="Plain Medium" w:hAnsi="Plain Medium" w:cs="HelveticaNeue-BoldCond"/>
          <w:bCs/>
          <w:sz w:val="20"/>
          <w:szCs w:val="20"/>
          <w:lang w:val="de-CH"/>
        </w:rPr>
        <w:t>an Museum of the Year Award, der Red Dot Award und die Auszeichnung für das</w:t>
      </w:r>
      <w:r w:rsidRPr="00CC2918">
        <w:rPr>
          <w:rFonts w:ascii="Plain Medium" w:hAnsi="Plain Medium" w:cs="HelveticaNeue-BoldCond"/>
          <w:bCs/>
          <w:sz w:val="20"/>
          <w:szCs w:val="20"/>
          <w:lang w:val="de-CH"/>
        </w:rPr>
        <w:t xml:space="preserve"> Product of the Year von Architectural Record.</w:t>
      </w:r>
    </w:p>
    <w:p w:rsidR="006C52BC" w:rsidRPr="00CC2918" w:rsidRDefault="006C52BC" w:rsidP="006C52BC">
      <w:pPr>
        <w:pBdr>
          <w:bottom w:val="single" w:sz="4" w:space="1" w:color="auto"/>
        </w:pBdr>
        <w:autoSpaceDE w:val="0"/>
        <w:autoSpaceDN w:val="0"/>
        <w:adjustRightInd w:val="0"/>
        <w:spacing w:line="300" w:lineRule="exact"/>
        <w:rPr>
          <w:rFonts w:ascii="Plain Medium" w:hAnsi="Plain Medium" w:cs="HelveticaNeue-BoldCond"/>
          <w:bCs/>
          <w:sz w:val="20"/>
          <w:szCs w:val="20"/>
          <w:lang w:val="de-CH"/>
        </w:rPr>
      </w:pPr>
    </w:p>
    <w:p w:rsidR="00DE786A" w:rsidRPr="00CC2918" w:rsidRDefault="00DE786A" w:rsidP="00FC0C28">
      <w:pPr>
        <w:pBdr>
          <w:bottom w:val="single" w:sz="4" w:space="1" w:color="auto"/>
        </w:pBdr>
        <w:autoSpaceDE w:val="0"/>
        <w:autoSpaceDN w:val="0"/>
        <w:adjustRightInd w:val="0"/>
        <w:spacing w:line="300" w:lineRule="exact"/>
        <w:rPr>
          <w:rFonts w:ascii="Plain Medium" w:hAnsi="Plain Medium" w:cs="HelveticaNeue-LightCond"/>
          <w:sz w:val="20"/>
          <w:szCs w:val="20"/>
          <w:lang w:val="de-CH"/>
        </w:rPr>
      </w:pPr>
    </w:p>
    <w:p w:rsidR="009E218A" w:rsidRPr="00DE78A9" w:rsidRDefault="00FC0C28" w:rsidP="009E218A">
      <w:pPr>
        <w:autoSpaceDE w:val="0"/>
        <w:autoSpaceDN w:val="0"/>
        <w:adjustRightInd w:val="0"/>
        <w:spacing w:after="0" w:line="300" w:lineRule="exact"/>
        <w:rPr>
          <w:rFonts w:ascii="Plain Medium" w:hAnsi="Plain Medium" w:cs="HelveticaNeue-MediumCond"/>
          <w:sz w:val="20"/>
          <w:szCs w:val="20"/>
        </w:rPr>
      </w:pPr>
      <w:r w:rsidRPr="00CC2918">
        <w:rPr>
          <w:rFonts w:ascii="Plain Medium" w:hAnsi="Plain Medium" w:cs="HelveticaNeue-MediumCond"/>
          <w:sz w:val="20"/>
          <w:szCs w:val="20"/>
          <w:lang w:val="de-CH"/>
        </w:rPr>
        <w:br/>
      </w:r>
      <w:r w:rsidR="009E218A" w:rsidRPr="00DE78A9">
        <w:rPr>
          <w:rFonts w:ascii="Plain Medium" w:hAnsi="Plain Medium" w:cs="HelveticaNeue-MediumCond"/>
          <w:sz w:val="20"/>
          <w:szCs w:val="20"/>
        </w:rPr>
        <w:t>Pre</w:t>
      </w:r>
      <w:r w:rsidR="006C52BC">
        <w:rPr>
          <w:rFonts w:ascii="Plain Medium" w:hAnsi="Plain Medium" w:cs="HelveticaNeue-MediumCond"/>
          <w:sz w:val="20"/>
          <w:szCs w:val="20"/>
        </w:rPr>
        <w:t>ssekontakt</w:t>
      </w:r>
    </w:p>
    <w:p w:rsidR="009E218A" w:rsidRPr="00DE78A9" w:rsidRDefault="009E218A" w:rsidP="009E218A">
      <w:pPr>
        <w:autoSpaceDE w:val="0"/>
        <w:autoSpaceDN w:val="0"/>
        <w:adjustRightInd w:val="0"/>
        <w:spacing w:after="0" w:line="300" w:lineRule="exact"/>
        <w:rPr>
          <w:rFonts w:ascii="Plain Medium" w:hAnsi="Plain Medium" w:cs="HelveticaNeue-MediumCond"/>
          <w:sz w:val="20"/>
          <w:szCs w:val="20"/>
        </w:rPr>
      </w:pPr>
    </w:p>
    <w:p w:rsidR="00616750" w:rsidRPr="00DE78A9" w:rsidRDefault="00616750" w:rsidP="00616750">
      <w:pPr>
        <w:autoSpaceDE w:val="0"/>
        <w:autoSpaceDN w:val="0"/>
        <w:adjustRightInd w:val="0"/>
        <w:spacing w:after="0" w:line="300" w:lineRule="exact"/>
        <w:rPr>
          <w:rFonts w:ascii="Plain Medium" w:hAnsi="Plain Medium" w:cs="HelveticaNeue-MediumCond"/>
          <w:sz w:val="20"/>
          <w:szCs w:val="20"/>
        </w:rPr>
      </w:pPr>
      <w:r w:rsidRPr="00DE78A9">
        <w:rPr>
          <w:rFonts w:ascii="Plain Medium" w:hAnsi="Plain Medium" w:cs="HelveticaNeue-MediumCond"/>
          <w:sz w:val="20"/>
          <w:szCs w:val="20"/>
        </w:rPr>
        <w:t>atelier oï-</w:t>
      </w:r>
      <w:r w:rsidR="00885CA0">
        <w:rPr>
          <w:rFonts w:ascii="Plain Medium" w:hAnsi="Plain Medium" w:cs="HelveticaNeue-MediumCond"/>
          <w:sz w:val="20"/>
          <w:szCs w:val="20"/>
        </w:rPr>
        <w:t>sa</w:t>
      </w:r>
      <w:r w:rsidRPr="00DE78A9">
        <w:rPr>
          <w:rFonts w:ascii="Plain Medium" w:hAnsi="Plain Medium" w:cs="HelveticaNeue-MediumCond"/>
          <w:sz w:val="20"/>
          <w:szCs w:val="20"/>
        </w:rPr>
        <w:t xml:space="preserve"> · Route de Bienne 31 · Moïtel · 2520 La Neuveville · Switzerland</w:t>
      </w:r>
    </w:p>
    <w:p w:rsidR="00616750" w:rsidRPr="00DE78A9" w:rsidRDefault="00616750" w:rsidP="00616750">
      <w:pPr>
        <w:autoSpaceDE w:val="0"/>
        <w:autoSpaceDN w:val="0"/>
        <w:adjustRightInd w:val="0"/>
        <w:spacing w:after="0" w:line="300" w:lineRule="exact"/>
        <w:rPr>
          <w:rStyle w:val="Hyperlink"/>
          <w:rFonts w:ascii="Plain Medium" w:hAnsi="Plain Medium" w:cs="HelveticaNeue-MediumCond"/>
          <w:color w:val="auto"/>
          <w:sz w:val="20"/>
          <w:szCs w:val="20"/>
          <w:u w:val="none"/>
        </w:rPr>
      </w:pPr>
      <w:r w:rsidRPr="00DE78A9">
        <w:rPr>
          <w:rFonts w:ascii="Plain Medium" w:hAnsi="Plain Medium" w:cs="HelveticaNeue-MediumCond"/>
          <w:sz w:val="20"/>
          <w:szCs w:val="20"/>
        </w:rPr>
        <w:t xml:space="preserve">T +41 32 751 56 66 · www.atelier-oi.ch · </w:t>
      </w:r>
      <w:hyperlink r:id="rId6" w:history="1">
        <w:r w:rsidRPr="00DE78A9">
          <w:rPr>
            <w:rStyle w:val="Hyperlink"/>
            <w:rFonts w:ascii="Plain Medium" w:hAnsi="Plain Medium" w:cs="HelveticaNeue-MediumCond"/>
            <w:sz w:val="20"/>
            <w:szCs w:val="20"/>
          </w:rPr>
          <w:t>press@atelier-oi.ch</w:t>
        </w:r>
      </w:hyperlink>
    </w:p>
    <w:p w:rsidR="0081751B" w:rsidRPr="00DE78A9" w:rsidRDefault="0081751B" w:rsidP="0081751B">
      <w:pPr>
        <w:pBdr>
          <w:bottom w:val="single" w:sz="4" w:space="1" w:color="auto"/>
        </w:pBdr>
        <w:autoSpaceDE w:val="0"/>
        <w:autoSpaceDN w:val="0"/>
        <w:adjustRightInd w:val="0"/>
        <w:spacing w:after="0" w:line="300" w:lineRule="exact"/>
        <w:rPr>
          <w:rStyle w:val="Hyperlink"/>
          <w:rFonts w:ascii="Plain Medium" w:hAnsi="Plain Medium" w:cs="HelveticaNeue-MediumCond"/>
          <w:sz w:val="20"/>
          <w:szCs w:val="20"/>
        </w:rPr>
      </w:pPr>
    </w:p>
    <w:p w:rsidR="00443BE4" w:rsidRPr="00DE78A9" w:rsidRDefault="00443BE4" w:rsidP="008C34EC">
      <w:pPr>
        <w:autoSpaceDE w:val="0"/>
        <w:autoSpaceDN w:val="0"/>
        <w:adjustRightInd w:val="0"/>
        <w:spacing w:after="0" w:line="300" w:lineRule="exact"/>
        <w:rPr>
          <w:rFonts w:ascii="Plain Medium" w:hAnsi="Plain Medium" w:cs="HelveticaNeue-MediumCond"/>
          <w:sz w:val="20"/>
          <w:szCs w:val="20"/>
        </w:rPr>
      </w:pPr>
    </w:p>
    <w:sectPr w:rsidR="00443BE4" w:rsidRPr="00DE78A9" w:rsidSect="002E02F8">
      <w:headerReference w:type="default" r:id="rId7"/>
      <w:type w:val="continuous"/>
      <w:pgSz w:w="11906" w:h="16838" w:code="9"/>
      <w:pgMar w:top="2694" w:right="1191" w:bottom="1418" w:left="29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2DC" w:rsidRDefault="005452DC">
      <w:r>
        <w:separator/>
      </w:r>
    </w:p>
  </w:endnote>
  <w:endnote w:type="continuationSeparator" w:id="0">
    <w:p w:rsidR="005452DC" w:rsidRDefault="00545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ravur-CondensedLight">
    <w:altName w:val="Calibri"/>
    <w:charset w:val="00"/>
    <w:family w:val="auto"/>
    <w:pitch w:val="variable"/>
    <w:sig w:usb0="800000AF" w:usb1="50002048" w:usb2="00000000" w:usb3="00000000" w:csb0="00000001" w:csb1="00000000"/>
  </w:font>
  <w:font w:name="Arial">
    <w:panose1 w:val="020B0604020202020204"/>
    <w:charset w:val="00"/>
    <w:family w:val="swiss"/>
    <w:pitch w:val="variable"/>
    <w:sig w:usb0="E0002EFF" w:usb1="C000785B" w:usb2="00000009" w:usb3="00000000" w:csb0="000001FF" w:csb1="00000000"/>
  </w:font>
  <w:font w:name="Plain Medium">
    <w:altName w:val="Calibri"/>
    <w:charset w:val="00"/>
    <w:family w:val="swiss"/>
    <w:notTrueType/>
    <w:pitch w:val="variable"/>
    <w:sig w:usb0="20000007" w:usb1="00000000" w:usb2="00000000" w:usb3="00000000" w:csb0="00000193" w:csb1="00000000"/>
  </w:font>
  <w:font w:name="HelveticaNeue-BoldCond">
    <w:charset w:val="00"/>
    <w:family w:val="swiss"/>
    <w:pitch w:val="default"/>
  </w:font>
  <w:font w:name="HelveticaNeue-LightCond">
    <w:panose1 w:val="00000000000000000000"/>
    <w:charset w:val="00"/>
    <w:family w:val="swiss"/>
    <w:notTrueType/>
    <w:pitch w:val="default"/>
    <w:sig w:usb0="00000003" w:usb1="00000000" w:usb2="00000000" w:usb3="00000000" w:csb0="00000001" w:csb1="00000000"/>
  </w:font>
  <w:font w:name="HelveticaNeue-MediumCon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2DC" w:rsidRDefault="005452DC">
      <w:r>
        <w:separator/>
      </w:r>
    </w:p>
  </w:footnote>
  <w:footnote w:type="continuationSeparator" w:id="0">
    <w:p w:rsidR="005452DC" w:rsidRDefault="00545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C28" w:rsidRDefault="00FD66B7">
    <w:pPr>
      <w:pStyle w:val="Kopfzeile"/>
    </w:pPr>
    <w:r>
      <w:rPr>
        <w:noProof/>
      </w:rPr>
      <w:drawing>
        <wp:anchor distT="0" distB="0" distL="114300" distR="114300" simplePos="0" relativeHeight="251657728" behindDoc="1" locked="0" layoutInCell="1" allowOverlap="1">
          <wp:simplePos x="0" y="0"/>
          <wp:positionH relativeFrom="page">
            <wp:posOffset>0</wp:posOffset>
          </wp:positionH>
          <wp:positionV relativeFrom="page">
            <wp:posOffset>6350</wp:posOffset>
          </wp:positionV>
          <wp:extent cx="7560945" cy="10685145"/>
          <wp:effectExtent l="0" t="0" r="0" b="0"/>
          <wp:wrapNone/>
          <wp:docPr id="1" name="Image 1" descr="090501_entete de lettr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090501_entete de lettr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06851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045"/>
    <w:rsid w:val="00034078"/>
    <w:rsid w:val="00043B45"/>
    <w:rsid w:val="0008745D"/>
    <w:rsid w:val="000E5787"/>
    <w:rsid w:val="000F1C02"/>
    <w:rsid w:val="001138E0"/>
    <w:rsid w:val="00117512"/>
    <w:rsid w:val="00137822"/>
    <w:rsid w:val="001562E8"/>
    <w:rsid w:val="0015752E"/>
    <w:rsid w:val="00173E4B"/>
    <w:rsid w:val="001960F3"/>
    <w:rsid w:val="0019771B"/>
    <w:rsid w:val="001A7A52"/>
    <w:rsid w:val="001A7DD8"/>
    <w:rsid w:val="001D77D2"/>
    <w:rsid w:val="001E1BDF"/>
    <w:rsid w:val="0023686D"/>
    <w:rsid w:val="002942E8"/>
    <w:rsid w:val="002A5965"/>
    <w:rsid w:val="002D5C05"/>
    <w:rsid w:val="002E02F8"/>
    <w:rsid w:val="00301EE0"/>
    <w:rsid w:val="00306071"/>
    <w:rsid w:val="00312980"/>
    <w:rsid w:val="0032529C"/>
    <w:rsid w:val="003448C2"/>
    <w:rsid w:val="00345A35"/>
    <w:rsid w:val="003B3484"/>
    <w:rsid w:val="003F2FDD"/>
    <w:rsid w:val="0042049D"/>
    <w:rsid w:val="004340E5"/>
    <w:rsid w:val="00443BE4"/>
    <w:rsid w:val="00450CC7"/>
    <w:rsid w:val="004B21E6"/>
    <w:rsid w:val="004D6E54"/>
    <w:rsid w:val="005406B8"/>
    <w:rsid w:val="00544B14"/>
    <w:rsid w:val="005452DC"/>
    <w:rsid w:val="00546909"/>
    <w:rsid w:val="00547F28"/>
    <w:rsid w:val="00566C4A"/>
    <w:rsid w:val="00576961"/>
    <w:rsid w:val="00587729"/>
    <w:rsid w:val="005C5435"/>
    <w:rsid w:val="005D58BB"/>
    <w:rsid w:val="005F3D45"/>
    <w:rsid w:val="005F5E90"/>
    <w:rsid w:val="00602316"/>
    <w:rsid w:val="00602C25"/>
    <w:rsid w:val="00616750"/>
    <w:rsid w:val="006414BA"/>
    <w:rsid w:val="00652495"/>
    <w:rsid w:val="00671B2F"/>
    <w:rsid w:val="00691741"/>
    <w:rsid w:val="006923C7"/>
    <w:rsid w:val="006C52BC"/>
    <w:rsid w:val="00737D71"/>
    <w:rsid w:val="00755852"/>
    <w:rsid w:val="00757357"/>
    <w:rsid w:val="00767DF9"/>
    <w:rsid w:val="0079326C"/>
    <w:rsid w:val="007A28B8"/>
    <w:rsid w:val="007B1D06"/>
    <w:rsid w:val="007C3860"/>
    <w:rsid w:val="007D4EE1"/>
    <w:rsid w:val="007E162F"/>
    <w:rsid w:val="00802EA0"/>
    <w:rsid w:val="00811A29"/>
    <w:rsid w:val="0081751B"/>
    <w:rsid w:val="00830628"/>
    <w:rsid w:val="00855484"/>
    <w:rsid w:val="008812EB"/>
    <w:rsid w:val="00885CA0"/>
    <w:rsid w:val="008B35DB"/>
    <w:rsid w:val="008C34EC"/>
    <w:rsid w:val="008C77B1"/>
    <w:rsid w:val="008D5C03"/>
    <w:rsid w:val="00910906"/>
    <w:rsid w:val="009267F1"/>
    <w:rsid w:val="00943900"/>
    <w:rsid w:val="00960246"/>
    <w:rsid w:val="009861AF"/>
    <w:rsid w:val="009E218A"/>
    <w:rsid w:val="009F0699"/>
    <w:rsid w:val="00A01B63"/>
    <w:rsid w:val="00A0273D"/>
    <w:rsid w:val="00A204CB"/>
    <w:rsid w:val="00A21FE1"/>
    <w:rsid w:val="00A32D94"/>
    <w:rsid w:val="00A35E4C"/>
    <w:rsid w:val="00A47D73"/>
    <w:rsid w:val="00A823E1"/>
    <w:rsid w:val="00A83381"/>
    <w:rsid w:val="00A96045"/>
    <w:rsid w:val="00AA2D1D"/>
    <w:rsid w:val="00AA3D08"/>
    <w:rsid w:val="00B35A1C"/>
    <w:rsid w:val="00B97FB8"/>
    <w:rsid w:val="00BB683F"/>
    <w:rsid w:val="00BC5D9B"/>
    <w:rsid w:val="00BC738F"/>
    <w:rsid w:val="00BE4374"/>
    <w:rsid w:val="00BF46A0"/>
    <w:rsid w:val="00C033DE"/>
    <w:rsid w:val="00C062DA"/>
    <w:rsid w:val="00C303D3"/>
    <w:rsid w:val="00C3718C"/>
    <w:rsid w:val="00C668A9"/>
    <w:rsid w:val="00CA353A"/>
    <w:rsid w:val="00CA5D8C"/>
    <w:rsid w:val="00CB6733"/>
    <w:rsid w:val="00CC2918"/>
    <w:rsid w:val="00CD002B"/>
    <w:rsid w:val="00D11323"/>
    <w:rsid w:val="00D26407"/>
    <w:rsid w:val="00D3212F"/>
    <w:rsid w:val="00D4266B"/>
    <w:rsid w:val="00D46BBE"/>
    <w:rsid w:val="00D618FE"/>
    <w:rsid w:val="00D6635B"/>
    <w:rsid w:val="00D71F10"/>
    <w:rsid w:val="00D73F81"/>
    <w:rsid w:val="00D955C1"/>
    <w:rsid w:val="00DA4C82"/>
    <w:rsid w:val="00DC5D6F"/>
    <w:rsid w:val="00DD3491"/>
    <w:rsid w:val="00DE4A79"/>
    <w:rsid w:val="00DE786A"/>
    <w:rsid w:val="00DE78A9"/>
    <w:rsid w:val="00E0426B"/>
    <w:rsid w:val="00E0556E"/>
    <w:rsid w:val="00E11B6E"/>
    <w:rsid w:val="00E21BCD"/>
    <w:rsid w:val="00E3751C"/>
    <w:rsid w:val="00E43405"/>
    <w:rsid w:val="00E63FB3"/>
    <w:rsid w:val="00EC7AB6"/>
    <w:rsid w:val="00F022A6"/>
    <w:rsid w:val="00F07B8C"/>
    <w:rsid w:val="00F26660"/>
    <w:rsid w:val="00F427DA"/>
    <w:rsid w:val="00F6363B"/>
    <w:rsid w:val="00F711F9"/>
    <w:rsid w:val="00F8484B"/>
    <w:rsid w:val="00F93F51"/>
    <w:rsid w:val="00F953D7"/>
    <w:rsid w:val="00F97CB3"/>
    <w:rsid w:val="00FA665B"/>
    <w:rsid w:val="00FA7EDD"/>
    <w:rsid w:val="00FB20E0"/>
    <w:rsid w:val="00FC0C28"/>
    <w:rsid w:val="00FD3CB7"/>
    <w:rsid w:val="00FD66B7"/>
    <w:rsid w:val="00FF7D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744F1A5-D680-4EAA-A517-33AC3DDEE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43BE4"/>
    <w:pPr>
      <w:spacing w:after="200"/>
    </w:pPr>
    <w:rPr>
      <w:rFonts w:ascii="Calibri" w:eastAsia="Calibri" w:hAnsi="Calibri"/>
      <w:sz w:val="22"/>
      <w:szCs w:val="22"/>
      <w:lang w:val="fr-CH" w:eastAsia="en-US"/>
    </w:rPr>
  </w:style>
  <w:style w:type="paragraph" w:styleId="berschrift1">
    <w:name w:val="heading 1"/>
    <w:basedOn w:val="Standard"/>
    <w:next w:val="Standard"/>
    <w:qFormat/>
    <w:rsid w:val="001960F3"/>
    <w:pPr>
      <w:keepNext/>
      <w:spacing w:before="240" w:after="60"/>
      <w:outlineLvl w:val="0"/>
    </w:pPr>
    <w:rPr>
      <w:rFonts w:ascii="Gravur-CondensedLight" w:eastAsia="Times New Roman" w:hAnsi="Gravur-CondensedLight" w:cs="Arial"/>
      <w:b/>
      <w:bCs/>
      <w:kern w:val="32"/>
      <w:sz w:val="32"/>
      <w:szCs w:val="32"/>
      <w:lang w:val="fr-FR" w:eastAsia="fr-FR"/>
    </w:rPr>
  </w:style>
  <w:style w:type="paragraph" w:styleId="berschrift2">
    <w:name w:val="heading 2"/>
    <w:basedOn w:val="Standard"/>
    <w:next w:val="Standard"/>
    <w:qFormat/>
    <w:rsid w:val="001960F3"/>
    <w:pPr>
      <w:keepNext/>
      <w:spacing w:before="240" w:after="60"/>
      <w:outlineLvl w:val="1"/>
    </w:pPr>
    <w:rPr>
      <w:rFonts w:ascii="Gravur-CondensedLight" w:eastAsia="Times New Roman" w:hAnsi="Gravur-CondensedLight" w:cs="Arial"/>
      <w:b/>
      <w:bCs/>
      <w:i/>
      <w:iCs/>
      <w:sz w:val="28"/>
      <w:szCs w:val="28"/>
      <w:lang w:val="fr-FR" w:eastAsia="fr-FR"/>
    </w:rPr>
  </w:style>
  <w:style w:type="paragraph" w:styleId="berschrift3">
    <w:name w:val="heading 3"/>
    <w:basedOn w:val="Standard"/>
    <w:next w:val="Standard"/>
    <w:qFormat/>
    <w:rsid w:val="001960F3"/>
    <w:pPr>
      <w:keepNext/>
      <w:spacing w:before="240" w:after="60"/>
      <w:outlineLvl w:val="2"/>
    </w:pPr>
    <w:rPr>
      <w:rFonts w:ascii="Gravur-CondensedLight" w:eastAsia="Times New Roman" w:hAnsi="Gravur-CondensedLight" w:cs="Arial"/>
      <w:b/>
      <w:bCs/>
      <w:sz w:val="26"/>
      <w:szCs w:val="26"/>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66C4A"/>
    <w:pPr>
      <w:tabs>
        <w:tab w:val="center" w:pos="4536"/>
        <w:tab w:val="right" w:pos="9072"/>
      </w:tabs>
      <w:spacing w:after="0"/>
    </w:pPr>
    <w:rPr>
      <w:rFonts w:ascii="Gravur-CondensedLight" w:eastAsia="Times New Roman" w:hAnsi="Gravur-CondensedLight"/>
      <w:sz w:val="24"/>
      <w:szCs w:val="24"/>
      <w:lang w:val="fr-FR" w:eastAsia="fr-FR"/>
    </w:rPr>
  </w:style>
  <w:style w:type="paragraph" w:styleId="Fuzeile">
    <w:name w:val="footer"/>
    <w:basedOn w:val="Standard"/>
    <w:rsid w:val="00566C4A"/>
    <w:pPr>
      <w:tabs>
        <w:tab w:val="center" w:pos="4536"/>
        <w:tab w:val="right" w:pos="9072"/>
      </w:tabs>
      <w:spacing w:after="0"/>
    </w:pPr>
    <w:rPr>
      <w:rFonts w:ascii="Gravur-CondensedLight" w:eastAsia="Times New Roman" w:hAnsi="Gravur-CondensedLight"/>
      <w:sz w:val="24"/>
      <w:szCs w:val="24"/>
      <w:lang w:val="fr-FR" w:eastAsia="fr-FR"/>
    </w:rPr>
  </w:style>
  <w:style w:type="paragraph" w:customStyle="1" w:styleId="Paragraphestandard">
    <w:name w:val="[Paragraphe standard]"/>
    <w:basedOn w:val="Standard"/>
    <w:rsid w:val="00DE4A79"/>
    <w:pPr>
      <w:autoSpaceDE w:val="0"/>
      <w:autoSpaceDN w:val="0"/>
      <w:adjustRightInd w:val="0"/>
      <w:spacing w:after="0" w:line="288" w:lineRule="auto"/>
      <w:textAlignment w:val="center"/>
    </w:pPr>
    <w:rPr>
      <w:rFonts w:ascii="Times New Roman" w:hAnsi="Times New Roman"/>
      <w:color w:val="000000"/>
      <w:sz w:val="24"/>
      <w:szCs w:val="24"/>
      <w:lang w:val="fr-FR"/>
    </w:rPr>
  </w:style>
  <w:style w:type="character" w:styleId="Hyperlink">
    <w:name w:val="Hyperlink"/>
    <w:uiPriority w:val="99"/>
    <w:unhideWhenUsed/>
    <w:rsid w:val="009E218A"/>
    <w:rPr>
      <w:color w:val="0000FF"/>
      <w:u w:val="single"/>
    </w:rPr>
  </w:style>
  <w:style w:type="character" w:customStyle="1" w:styleId="textexposedshow">
    <w:name w:val="text_exposed_show"/>
    <w:rsid w:val="00DE786A"/>
  </w:style>
  <w:style w:type="character" w:customStyle="1" w:styleId="apple-converted-space">
    <w:name w:val="apple-converted-space"/>
    <w:rsid w:val="00DE7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433360">
      <w:bodyDiv w:val="1"/>
      <w:marLeft w:val="0"/>
      <w:marRight w:val="0"/>
      <w:marTop w:val="0"/>
      <w:marBottom w:val="0"/>
      <w:divBdr>
        <w:top w:val="none" w:sz="0" w:space="0" w:color="auto"/>
        <w:left w:val="none" w:sz="0" w:space="0" w:color="auto"/>
        <w:bottom w:val="none" w:sz="0" w:space="0" w:color="auto"/>
        <w:right w:val="none" w:sz="0" w:space="0" w:color="auto"/>
      </w:divBdr>
    </w:div>
    <w:div w:id="1891452323">
      <w:bodyDiv w:val="1"/>
      <w:marLeft w:val="0"/>
      <w:marRight w:val="0"/>
      <w:marTop w:val="0"/>
      <w:marBottom w:val="0"/>
      <w:divBdr>
        <w:top w:val="none" w:sz="0" w:space="0" w:color="auto"/>
        <w:left w:val="none" w:sz="0" w:space="0" w:color="auto"/>
        <w:bottom w:val="none" w:sz="0" w:space="0" w:color="auto"/>
        <w:right w:val="none" w:sz="0" w:space="0" w:color="auto"/>
      </w:divBdr>
      <w:divsChild>
        <w:div w:id="982004566">
          <w:marLeft w:val="0"/>
          <w:marRight w:val="0"/>
          <w:marTop w:val="0"/>
          <w:marBottom w:val="0"/>
          <w:divBdr>
            <w:top w:val="single" w:sz="2" w:space="0" w:color="auto"/>
            <w:left w:val="single" w:sz="2" w:space="0" w:color="auto"/>
            <w:bottom w:val="single" w:sz="6" w:space="0" w:color="auto"/>
            <w:right w:val="single" w:sz="2" w:space="0" w:color="auto"/>
          </w:divBdr>
          <w:divsChild>
            <w:div w:id="1555971084">
              <w:marLeft w:val="0"/>
              <w:marRight w:val="0"/>
              <w:marTop w:val="100"/>
              <w:marBottom w:val="100"/>
              <w:divBdr>
                <w:top w:val="single" w:sz="2" w:space="0" w:color="D9D9E3"/>
                <w:left w:val="single" w:sz="2" w:space="0" w:color="D9D9E3"/>
                <w:bottom w:val="single" w:sz="2" w:space="0" w:color="D9D9E3"/>
                <w:right w:val="single" w:sz="2" w:space="0" w:color="D9D9E3"/>
              </w:divBdr>
              <w:divsChild>
                <w:div w:id="1894539947">
                  <w:marLeft w:val="0"/>
                  <w:marRight w:val="0"/>
                  <w:marTop w:val="0"/>
                  <w:marBottom w:val="0"/>
                  <w:divBdr>
                    <w:top w:val="single" w:sz="2" w:space="0" w:color="D9D9E3"/>
                    <w:left w:val="single" w:sz="2" w:space="0" w:color="D9D9E3"/>
                    <w:bottom w:val="single" w:sz="2" w:space="0" w:color="D9D9E3"/>
                    <w:right w:val="single" w:sz="2" w:space="0" w:color="D9D9E3"/>
                  </w:divBdr>
                  <w:divsChild>
                    <w:div w:id="1612513726">
                      <w:marLeft w:val="0"/>
                      <w:marRight w:val="0"/>
                      <w:marTop w:val="0"/>
                      <w:marBottom w:val="0"/>
                      <w:divBdr>
                        <w:top w:val="single" w:sz="2" w:space="0" w:color="D9D9E3"/>
                        <w:left w:val="single" w:sz="2" w:space="0" w:color="D9D9E3"/>
                        <w:bottom w:val="single" w:sz="2" w:space="0" w:color="D9D9E3"/>
                        <w:right w:val="single" w:sz="2" w:space="0" w:color="D9D9E3"/>
                      </w:divBdr>
                      <w:divsChild>
                        <w:div w:id="1119491806">
                          <w:marLeft w:val="0"/>
                          <w:marRight w:val="0"/>
                          <w:marTop w:val="0"/>
                          <w:marBottom w:val="0"/>
                          <w:divBdr>
                            <w:top w:val="single" w:sz="2" w:space="0" w:color="D9D9E3"/>
                            <w:left w:val="single" w:sz="2" w:space="0" w:color="D9D9E3"/>
                            <w:bottom w:val="single" w:sz="2" w:space="0" w:color="D9D9E3"/>
                            <w:right w:val="single" w:sz="2" w:space="0" w:color="D9D9E3"/>
                          </w:divBdr>
                          <w:divsChild>
                            <w:div w:id="2116123908">
                              <w:marLeft w:val="0"/>
                              <w:marRight w:val="0"/>
                              <w:marTop w:val="0"/>
                              <w:marBottom w:val="0"/>
                              <w:divBdr>
                                <w:top w:val="single" w:sz="2" w:space="0" w:color="D9D9E3"/>
                                <w:left w:val="single" w:sz="2" w:space="0" w:color="D9D9E3"/>
                                <w:bottom w:val="single" w:sz="2" w:space="0" w:color="D9D9E3"/>
                                <w:right w:val="single" w:sz="2" w:space="0" w:color="D9D9E3"/>
                              </w:divBdr>
                              <w:divsChild>
                                <w:div w:id="496728002">
                                  <w:marLeft w:val="0"/>
                                  <w:marRight w:val="0"/>
                                  <w:marTop w:val="0"/>
                                  <w:marBottom w:val="0"/>
                                  <w:divBdr>
                                    <w:top w:val="single" w:sz="2" w:space="0" w:color="D9D9E3"/>
                                    <w:left w:val="single" w:sz="2" w:space="0" w:color="D9D9E3"/>
                                    <w:bottom w:val="single" w:sz="2" w:space="0" w:color="D9D9E3"/>
                                    <w:right w:val="single" w:sz="2" w:space="0" w:color="D9D9E3"/>
                                  </w:divBdr>
                                  <w:divsChild>
                                    <w:div w:id="14235326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208275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atelier-oi.c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nna\Local%20Settings\Temporary%20Internet%20Files\Content.Outlook\Z4LWTNUE\oi-simpl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oi-simple</Template>
  <TotalTime>0</TotalTime>
  <Pages>2</Pages>
  <Words>373</Words>
  <Characters>2354</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Atelier Oi SA</Company>
  <LinksUpToDate>false</LinksUpToDate>
  <CharactersWithSpaces>2722</CharactersWithSpaces>
  <SharedDoc>false</SharedDoc>
  <HLinks>
    <vt:vector size="6" baseType="variant">
      <vt:variant>
        <vt:i4>3276881</vt:i4>
      </vt:variant>
      <vt:variant>
        <vt:i4>0</vt:i4>
      </vt:variant>
      <vt:variant>
        <vt:i4>0</vt:i4>
      </vt:variant>
      <vt:variant>
        <vt:i4>5</vt:i4>
      </vt:variant>
      <vt:variant>
        <vt:lpwstr>mailto:press@atelier-oi.ch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cp:lastModifiedBy>Seifert PR</cp:lastModifiedBy>
  <cp:revision>2</cp:revision>
  <cp:lastPrinted>2016-08-10T08:15:00Z</cp:lastPrinted>
  <dcterms:created xsi:type="dcterms:W3CDTF">2023-11-21T07:29:00Z</dcterms:created>
  <dcterms:modified xsi:type="dcterms:W3CDTF">2023-11-21T07:29:00Z</dcterms:modified>
</cp:coreProperties>
</file>